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7002CCF4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8618C">
        <w:rPr>
          <w:rFonts w:ascii="Corbel" w:hAnsi="Corbel"/>
          <w:b/>
          <w:smallCaps/>
          <w:sz w:val="24"/>
          <w:szCs w:val="24"/>
        </w:rPr>
        <w:t>202</w:t>
      </w:r>
      <w:r w:rsidR="00A91EDB">
        <w:rPr>
          <w:rFonts w:ascii="Corbel" w:hAnsi="Corbel"/>
          <w:b/>
          <w:smallCaps/>
          <w:sz w:val="24"/>
          <w:szCs w:val="24"/>
        </w:rPr>
        <w:t>1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A91EDB">
        <w:rPr>
          <w:rFonts w:ascii="Corbel" w:hAnsi="Corbel"/>
          <w:b/>
          <w:smallCaps/>
          <w:sz w:val="24"/>
          <w:szCs w:val="24"/>
        </w:rPr>
        <w:t>4</w:t>
      </w:r>
    </w:p>
    <w:p w14:paraId="75322F10" w14:textId="5806EC6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8618C">
        <w:rPr>
          <w:rFonts w:ascii="Corbel" w:hAnsi="Corbel"/>
          <w:sz w:val="20"/>
          <w:szCs w:val="20"/>
        </w:rPr>
        <w:t>202</w:t>
      </w:r>
      <w:r w:rsidR="00A91EDB">
        <w:rPr>
          <w:rFonts w:ascii="Corbel" w:hAnsi="Corbel"/>
          <w:sz w:val="20"/>
          <w:szCs w:val="20"/>
        </w:rPr>
        <w:t>3</w:t>
      </w:r>
      <w:r w:rsidR="0048618C">
        <w:rPr>
          <w:rFonts w:ascii="Corbel" w:hAnsi="Corbel"/>
          <w:sz w:val="20"/>
          <w:szCs w:val="20"/>
        </w:rPr>
        <w:t>/202</w:t>
      </w:r>
      <w:r w:rsidR="00A91EDB">
        <w:rPr>
          <w:rFonts w:ascii="Corbel" w:hAnsi="Corbel"/>
          <w:sz w:val="20"/>
          <w:szCs w:val="20"/>
        </w:rPr>
        <w:t>4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2C0503AF" w:rsidR="0085747A" w:rsidRPr="00265FCC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2976A1BC" w:rsidR="0085747A" w:rsidRPr="009C54AE" w:rsidRDefault="008910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472782E9" w:rsidR="0085747A" w:rsidRPr="009C54AE" w:rsidRDefault="008910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40625F38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1D430D7F" w:rsidR="0085747A" w:rsidRPr="009C54AE" w:rsidRDefault="00265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60D82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ierwszego stopnia </w:t>
            </w:r>
          </w:p>
        </w:tc>
      </w:tr>
      <w:tr w:rsidR="0085747A" w:rsidRPr="009C54AE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D76DB38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0799BC33" w:rsidR="0085747A" w:rsidRPr="009C54AE" w:rsidRDefault="0066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35B36CD" w:rsidR="0085747A" w:rsidRPr="009C54AE" w:rsidRDefault="00951286" w:rsidP="00265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5. i 6. Semestr </w:t>
            </w:r>
          </w:p>
        </w:tc>
      </w:tr>
      <w:tr w:rsidR="0085747A" w:rsidRPr="009C54AE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24D2771B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4B72B56E"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7808CCE2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079208FC"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112F6D7F"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44318AA9" w:rsidR="00015B8F" w:rsidRPr="009C54AE" w:rsidRDefault="00E012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C5813F8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3885D9A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017BCD31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74A64DAC" w:rsidR="0085747A" w:rsidRPr="00D31CD4" w:rsidRDefault="00265F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65FC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31CD4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862CB" w14:textId="4A251FA8" w:rsidR="009C54AE" w:rsidRDefault="00B669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p w14:paraId="6B7521C9" w14:textId="1BC0FDC2" w:rsidR="00D31CD4" w:rsidRDefault="00D31CD4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Zaliczenie zajęć z przedmiotów: teoretyczne podstawy </w:t>
            </w:r>
            <w:r w:rsidR="0070483D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kształcenia, teoretyczne podstawy </w:t>
            </w:r>
          </w:p>
          <w:p w14:paraId="713F94DD" w14:textId="0F24E02E" w:rsidR="0085747A" w:rsidRPr="009C54AE" w:rsidRDefault="00D31CD4" w:rsidP="00BA40B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wychowania, podstawy metodologii badań pedagogicznych i diagnostyka</w:t>
            </w:r>
            <w:r w:rsidR="00BA40BD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057CD46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  <w:r w:rsidR="00265FCC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przeciwdziałania negatywnym zjawiskom w szkole; specyfiki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programów profilaktycznych adresowane do dzieci 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młodzieży oraz ogólnych zasad ich konstruowania i ewaluacji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46B961E2"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2D927C34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teoretycznej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 szkole w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zakresach skierowanych do uczniów w zależności od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potrzeb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3AD69DE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15CB265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rozwij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4F530BA" w14:textId="77777777" w:rsidTr="006666EC">
        <w:tc>
          <w:tcPr>
            <w:tcW w:w="1679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89E0A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6666EC">
        <w:tc>
          <w:tcPr>
            <w:tcW w:w="1679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CFD1690" w14:textId="05623258" w:rsidR="0085747A" w:rsidRPr="00BA40BD" w:rsidRDefault="006666EC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Zdefiniuje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pojęcie diagnozy i profilaktyki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poziomy i podmioty, rodzaje i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rzykłady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 odnosząc je do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óżnych rodzajów struktur społecznych i instytucji życia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połecznego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4C321F4B" w14:textId="77777777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F1E22FF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5783707" w14:textId="77777777" w:rsidTr="006666EC">
        <w:tc>
          <w:tcPr>
            <w:tcW w:w="1679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7F2D313" w14:textId="530C76A5" w:rsidR="0085747A" w:rsidRPr="00265FCC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6139F87" w14:textId="77777777" w:rsidR="006666EC" w:rsidRPr="00BA40BD" w:rsidRDefault="006666EC" w:rsidP="00BA40B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72140161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14:paraId="113614A3" w14:textId="77777777" w:rsidTr="006666EC">
        <w:tc>
          <w:tcPr>
            <w:tcW w:w="1679" w:type="dxa"/>
          </w:tcPr>
          <w:p w14:paraId="1FE3FFBB" w14:textId="5CBA7082"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F54E1D8" w14:textId="21CA90B0" w:rsidR="006666EC" w:rsidRPr="00BA40BD" w:rsidRDefault="00AE7C8A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Wykorzysta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rozpoznawania, analizy i oceny negatywnych zjawisk oraz</w:t>
            </w:r>
          </w:p>
          <w:p w14:paraId="08D669E6" w14:textId="4C309E23" w:rsidR="006666EC" w:rsidRPr="00BA40BD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65FC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65" w:type="dxa"/>
          </w:tcPr>
          <w:p w14:paraId="24A9628A" w14:textId="6E7B2D82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14:paraId="461F5ACB" w14:textId="77777777" w:rsidTr="006666EC">
        <w:tc>
          <w:tcPr>
            <w:tcW w:w="1679" w:type="dxa"/>
          </w:tcPr>
          <w:p w14:paraId="7BFA8E7A" w14:textId="063E7E33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976" w:type="dxa"/>
          </w:tcPr>
          <w:p w14:paraId="5638E4E4" w14:textId="6C133963" w:rsidR="006666EC" w:rsidRPr="00BA40BD" w:rsidRDefault="00AE7C8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akresie profilaktyki i opisze elementy motywujące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do samodoskonalenia</w:t>
            </w:r>
            <w:r w:rsidR="00265FC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5FB1E15B" w14:textId="613B06AB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6DD7" w14:textId="5FF80A28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1EFB0D4E" w:rsidR="0085747A" w:rsidRDefault="0085747A" w:rsidP="00027D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FCC">
        <w:rPr>
          <w:rFonts w:ascii="Corbel" w:hAnsi="Corbel"/>
          <w:sz w:val="24"/>
          <w:szCs w:val="24"/>
        </w:rPr>
        <w:t>Problematyka ćwiczeń audytoryjnych</w:t>
      </w:r>
    </w:p>
    <w:p w14:paraId="203A3B76" w14:textId="77777777" w:rsidR="00265FCC" w:rsidRPr="00265FCC" w:rsidRDefault="00265FCC" w:rsidP="00265F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4BD3E" w14:textId="77777777" w:rsidTr="00923D7D">
        <w:tc>
          <w:tcPr>
            <w:tcW w:w="9639" w:type="dxa"/>
          </w:tcPr>
          <w:p w14:paraId="44317F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1E62CF" w14:textId="77777777" w:rsidTr="00923D7D">
        <w:tc>
          <w:tcPr>
            <w:tcW w:w="9639" w:type="dxa"/>
          </w:tcPr>
          <w:p w14:paraId="173CB5FD" w14:textId="79C987E8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Zajęcia organizacyjne </w:t>
            </w:r>
            <w:r w:rsidR="00DF7668">
              <w:rPr>
                <w:rFonts w:ascii="Corbel" w:hAnsi="Corbel" w:cs="DejaVuSans"/>
                <w:sz w:val="24"/>
                <w:szCs w:val="24"/>
                <w:lang w:eastAsia="pl-PL"/>
              </w:rPr>
              <w:t>–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treści programowe, warunki zaliczenia, literatura,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65732727" w14:textId="77777777" w:rsidTr="00923D7D">
        <w:tc>
          <w:tcPr>
            <w:tcW w:w="9639" w:type="dxa"/>
          </w:tcPr>
          <w:p w14:paraId="1BC16602" w14:textId="6C6E0C6F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14:paraId="7D0AD54A" w14:textId="77777777" w:rsidTr="00923D7D">
        <w:tc>
          <w:tcPr>
            <w:tcW w:w="9639" w:type="dxa"/>
          </w:tcPr>
          <w:p w14:paraId="0DB1E780" w14:textId="2EC1838D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14:paraId="5AFCAAAB" w14:textId="77777777" w:rsidTr="00923D7D">
        <w:tc>
          <w:tcPr>
            <w:tcW w:w="9639" w:type="dxa"/>
          </w:tcPr>
          <w:p w14:paraId="12D0453B" w14:textId="4DC415DC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podmiot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działań profilaktycznych - potrzeba współpracy.</w:t>
            </w:r>
          </w:p>
        </w:tc>
      </w:tr>
      <w:tr w:rsidR="00FB2151" w:rsidRPr="009C54AE" w14:paraId="6A492708" w14:textId="77777777" w:rsidTr="00923D7D">
        <w:tc>
          <w:tcPr>
            <w:tcW w:w="9639" w:type="dxa"/>
          </w:tcPr>
          <w:p w14:paraId="294229C5" w14:textId="1B8635F7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Szkolne i środowiskowe programy profilaktyczne – aspekty prawne i zasady.</w:t>
            </w:r>
          </w:p>
        </w:tc>
      </w:tr>
      <w:tr w:rsidR="00FB2151" w:rsidRPr="009C54AE" w14:paraId="6FBEC715" w14:textId="77777777" w:rsidTr="00923D7D">
        <w:tc>
          <w:tcPr>
            <w:tcW w:w="9639" w:type="dxa"/>
          </w:tcPr>
          <w:p w14:paraId="12696119" w14:textId="79C04B9A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7085C10F" w14:textId="77777777" w:rsidTr="00923D7D">
        <w:tc>
          <w:tcPr>
            <w:tcW w:w="9639" w:type="dxa"/>
          </w:tcPr>
          <w:p w14:paraId="6337D8D1" w14:textId="612156BE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projektowych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24D7ED95" w14:textId="77777777" w:rsidTr="00923D7D">
        <w:tc>
          <w:tcPr>
            <w:tcW w:w="9639" w:type="dxa"/>
          </w:tcPr>
          <w:p w14:paraId="49719117" w14:textId="5709A45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szkole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06159A27" w14:textId="77777777" w:rsidTr="00923D7D">
        <w:tc>
          <w:tcPr>
            <w:tcW w:w="9639" w:type="dxa"/>
          </w:tcPr>
          <w:p w14:paraId="580D0214" w14:textId="21B0FEF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14:paraId="08CCA631" w14:textId="77777777" w:rsidTr="00923D7D">
        <w:tc>
          <w:tcPr>
            <w:tcW w:w="9639" w:type="dxa"/>
          </w:tcPr>
          <w:p w14:paraId="505FDDCB" w14:textId="4C51D58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Uczeń z problemami natury emocjonalnej i zaburzeniami zachowania 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–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diagnozowanie i profilaktyka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5CC6052E" w14:textId="77777777" w:rsidTr="00923D7D">
        <w:tc>
          <w:tcPr>
            <w:tcW w:w="9639" w:type="dxa"/>
          </w:tcPr>
          <w:p w14:paraId="491C4669" w14:textId="7A9BF6A3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14:paraId="26A132C5" w14:textId="77777777" w:rsidTr="00923D7D">
        <w:tc>
          <w:tcPr>
            <w:tcW w:w="9639" w:type="dxa"/>
          </w:tcPr>
          <w:p w14:paraId="27A957FC" w14:textId="2264F39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208A5" w14:textId="1B9762F6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30F015D" w14:textId="7E5F58D6"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31B430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DF7668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F4ACED" w14:textId="77777777" w:rsidTr="00DF7668">
        <w:tc>
          <w:tcPr>
            <w:tcW w:w="1962" w:type="dxa"/>
          </w:tcPr>
          <w:p w14:paraId="1A6711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45A27950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C00E62" w14:textId="3B7597A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0E85F60" w14:textId="77777777" w:rsidTr="00DF7668">
        <w:tc>
          <w:tcPr>
            <w:tcW w:w="1962" w:type="dxa"/>
          </w:tcPr>
          <w:p w14:paraId="569AEC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0442B01F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5850054E" w14:textId="2B94317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2C27D544" w14:textId="77777777" w:rsidTr="00DF7668">
        <w:tc>
          <w:tcPr>
            <w:tcW w:w="1962" w:type="dxa"/>
          </w:tcPr>
          <w:p w14:paraId="60E48B54" w14:textId="429113C2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AC21259" w14:textId="0D647E40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246AB56" w14:textId="5BE3CDBC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6AC7A192" w14:textId="77777777" w:rsidTr="00DF7668">
        <w:tc>
          <w:tcPr>
            <w:tcW w:w="1962" w:type="dxa"/>
          </w:tcPr>
          <w:p w14:paraId="56E04212" w14:textId="3E841983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45399EE" w14:textId="7655F652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6454728" w14:textId="4D589278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1EC76159" w:rsidR="0085747A" w:rsidRPr="00265FCC" w:rsidRDefault="00076F58" w:rsidP="002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Aktywny udział w zajęciach, pozytywna ocena z pracy projektowej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i</w:t>
            </w:r>
            <w:r w:rsid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403540BE" w:rsidR="0085747A" w:rsidRPr="009C54AE" w:rsidRDefault="00076F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0F197B4" w:rsidR="00C61DC5" w:rsidRPr="009C54AE" w:rsidRDefault="00076F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2581343" w14:textId="7136A045" w:rsidR="00C61DC5" w:rsidRPr="009C54AE" w:rsidRDefault="00DA08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218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46E47B5E" w:rsidR="0085747A" w:rsidRPr="009C54AE" w:rsidRDefault="00DA08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5078386C" w:rsidR="0085747A" w:rsidRPr="009C54AE" w:rsidRDefault="00E01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14657CFD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60166898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36FD37" w14:textId="4F971F3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EDA5F5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95179C" w14:textId="4480A7C7" w:rsidR="003A2099" w:rsidRPr="00265FCC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 w:rsidRPr="00265FC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265FCC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14:paraId="3D26D29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14:paraId="156905DB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14:paraId="79125BB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14:paraId="5055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Kamińska-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Buśko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Szymańska J.,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14:paraId="095D2EC9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2005.</w:t>
            </w:r>
          </w:p>
          <w:p w14:paraId="56D880E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Kosińska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14:paraId="4AD6EEDF" w14:textId="6D168CE0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2000</w:t>
            </w:r>
          </w:p>
          <w:p w14:paraId="15275F0B" w14:textId="66028FAC" w:rsidR="0077601D" w:rsidRPr="00265FCC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Porzak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 2019.</w:t>
            </w:r>
          </w:p>
          <w:p w14:paraId="3296B4A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Simm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Węgrzyn-Jelonek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14:paraId="5A9C799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2002</w:t>
            </w:r>
          </w:p>
          <w:p w14:paraId="3FF1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Wieczorek-Stachowicz M.,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14:paraId="0BAA863E" w14:textId="3D093107" w:rsidR="00076F58" w:rsidRPr="00265FCC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65FCC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265FCC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7EC10D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467C3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F60F7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Bogdanko A.,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14:paraId="5BD7EA60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i, Kraków 2009.</w:t>
            </w:r>
          </w:p>
          <w:p w14:paraId="05474E74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14:paraId="1B9968FF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</w:t>
            </w:r>
          </w:p>
          <w:p w14:paraId="675DC298" w14:textId="06B38C6F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2004.</w:t>
            </w:r>
          </w:p>
          <w:p w14:paraId="311F2477" w14:textId="4FB4FB39" w:rsidR="0077601D" w:rsidRPr="00265FCC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Wullbach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Lewicka I.,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Łódź 2014</w:t>
            </w:r>
          </w:p>
          <w:p w14:paraId="3E58849F" w14:textId="027EA546" w:rsidR="003A2099" w:rsidRPr="00265FCC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92B32" w14:textId="77777777" w:rsidR="00D44D2B" w:rsidRDefault="00D44D2B" w:rsidP="00C16ABF">
      <w:pPr>
        <w:spacing w:after="0" w:line="240" w:lineRule="auto"/>
      </w:pPr>
      <w:r>
        <w:separator/>
      </w:r>
    </w:p>
  </w:endnote>
  <w:endnote w:type="continuationSeparator" w:id="0">
    <w:p w14:paraId="0ED95E38" w14:textId="77777777" w:rsidR="00D44D2B" w:rsidRDefault="00D44D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6B5A9" w14:textId="77777777" w:rsidR="00D44D2B" w:rsidRDefault="00D44D2B" w:rsidP="00C16ABF">
      <w:pPr>
        <w:spacing w:after="0" w:line="240" w:lineRule="auto"/>
      </w:pPr>
      <w:r>
        <w:separator/>
      </w:r>
    </w:p>
  </w:footnote>
  <w:footnote w:type="continuationSeparator" w:id="0">
    <w:p w14:paraId="1B009320" w14:textId="77777777" w:rsidR="00D44D2B" w:rsidRDefault="00D44D2B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278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D82"/>
    <w:rsid w:val="00265FC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424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B8"/>
    <w:rsid w:val="004840FD"/>
    <w:rsid w:val="0048618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3FE"/>
    <w:rsid w:val="00654934"/>
    <w:rsid w:val="006620D9"/>
    <w:rsid w:val="006666E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3D"/>
    <w:rsid w:val="00706544"/>
    <w:rsid w:val="007072BA"/>
    <w:rsid w:val="0071620A"/>
    <w:rsid w:val="00723E0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1D"/>
    <w:rsid w:val="0078168C"/>
    <w:rsid w:val="00787C2A"/>
    <w:rsid w:val="00790E27"/>
    <w:rsid w:val="00793599"/>
    <w:rsid w:val="00796E2B"/>
    <w:rsid w:val="007A4022"/>
    <w:rsid w:val="007A6E6E"/>
    <w:rsid w:val="007C3299"/>
    <w:rsid w:val="007C3BCC"/>
    <w:rsid w:val="007C4546"/>
    <w:rsid w:val="007D6E56"/>
    <w:rsid w:val="007F1652"/>
    <w:rsid w:val="007F4155"/>
    <w:rsid w:val="00801CDC"/>
    <w:rsid w:val="0081554D"/>
    <w:rsid w:val="0081707E"/>
    <w:rsid w:val="008449B3"/>
    <w:rsid w:val="0085747A"/>
    <w:rsid w:val="00884922"/>
    <w:rsid w:val="00885F64"/>
    <w:rsid w:val="008910E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924DA"/>
    <w:rsid w:val="00997F14"/>
    <w:rsid w:val="009A78D9"/>
    <w:rsid w:val="009C1331"/>
    <w:rsid w:val="009C3555"/>
    <w:rsid w:val="009C3E31"/>
    <w:rsid w:val="009C54AE"/>
    <w:rsid w:val="009C788E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EDB"/>
    <w:rsid w:val="00A97DE1"/>
    <w:rsid w:val="00AB053C"/>
    <w:rsid w:val="00AD1146"/>
    <w:rsid w:val="00AD27D3"/>
    <w:rsid w:val="00AD5C61"/>
    <w:rsid w:val="00AD66D6"/>
    <w:rsid w:val="00AE1160"/>
    <w:rsid w:val="00AE203C"/>
    <w:rsid w:val="00AE2E74"/>
    <w:rsid w:val="00AE5FCB"/>
    <w:rsid w:val="00AE7C8A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911"/>
    <w:rsid w:val="00B75946"/>
    <w:rsid w:val="00B8056E"/>
    <w:rsid w:val="00B819C8"/>
    <w:rsid w:val="00B82308"/>
    <w:rsid w:val="00B83934"/>
    <w:rsid w:val="00B86512"/>
    <w:rsid w:val="00B90885"/>
    <w:rsid w:val="00BA40B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A0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2A9D"/>
    <w:rsid w:val="00D352C9"/>
    <w:rsid w:val="00D425B2"/>
    <w:rsid w:val="00D428D6"/>
    <w:rsid w:val="00D44D2B"/>
    <w:rsid w:val="00D552B2"/>
    <w:rsid w:val="00D608D1"/>
    <w:rsid w:val="00D74119"/>
    <w:rsid w:val="00D8075B"/>
    <w:rsid w:val="00D84502"/>
    <w:rsid w:val="00D8678B"/>
    <w:rsid w:val="00DA0847"/>
    <w:rsid w:val="00DA2114"/>
    <w:rsid w:val="00DE09C0"/>
    <w:rsid w:val="00DE4A14"/>
    <w:rsid w:val="00DF320D"/>
    <w:rsid w:val="00DF71C8"/>
    <w:rsid w:val="00DF7668"/>
    <w:rsid w:val="00E012F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E133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37A2A-1238-4C20-B918-6BF95F82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2019-12-05T10:56:00Z</cp:lastPrinted>
  <dcterms:created xsi:type="dcterms:W3CDTF">2019-11-12T13:26:00Z</dcterms:created>
  <dcterms:modified xsi:type="dcterms:W3CDTF">2021-09-24T10:01:00Z</dcterms:modified>
</cp:coreProperties>
</file>